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Pr="00E774EE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C1077D" w:rsidRDefault="009848DD" w:rsidP="00B42741">
      <w:pPr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Selon</w:t>
      </w:r>
      <w:proofErr w:type="spellEnd"/>
      <w:r>
        <w:rPr>
          <w:rFonts w:cs="Arial"/>
          <w:szCs w:val="24"/>
        </w:rPr>
        <w:t xml:space="preserve"> n</w:t>
      </w:r>
      <w:r w:rsidR="00B42741" w:rsidRPr="00C1077D">
        <w:rPr>
          <w:rFonts w:cs="Arial"/>
          <w:szCs w:val="24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6812E28" w14:textId="77777777" w:rsidR="00302243" w:rsidRPr="003445D7" w:rsidRDefault="00302243" w:rsidP="001332A1">
      <w:pPr>
        <w:rPr>
          <w:lang w:val="en-US"/>
        </w:rPr>
      </w:pP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Default="00866EE6" w:rsidP="00E46E72">
      <w:r>
        <w:t>EN13407</w:t>
      </w:r>
    </w:p>
    <w:p w14:paraId="16D51C73" w14:textId="58F4E482" w:rsidR="006A75FB" w:rsidRDefault="00ED425C" w:rsidP="006A75FB">
      <w:proofErr w:type="spellStart"/>
      <w:r>
        <w:t>Profondeur</w:t>
      </w:r>
      <w:proofErr w:type="spellEnd"/>
      <w:r w:rsidR="006A75FB">
        <w:t>:</w:t>
      </w:r>
      <w:r w:rsidR="006A75FB">
        <w:tab/>
        <w:t>3</w:t>
      </w:r>
      <w:r w:rsidR="00543288">
        <w:t>0</w:t>
      </w:r>
      <w:r w:rsidR="006A75FB">
        <w:t>cm</w:t>
      </w:r>
    </w:p>
    <w:p w14:paraId="08B11650" w14:textId="261F8A6C" w:rsidR="006A75FB" w:rsidRDefault="00ED425C" w:rsidP="006A75FB">
      <w:proofErr w:type="spellStart"/>
      <w:r>
        <w:t>Largeur</w:t>
      </w:r>
      <w:proofErr w:type="spellEnd"/>
      <w:r w:rsidR="006A75FB">
        <w:t>:</w:t>
      </w:r>
      <w:r w:rsidR="006A75FB">
        <w:tab/>
      </w:r>
      <w:r w:rsidR="00543288">
        <w:t>33</w:t>
      </w:r>
      <w:r w:rsidR="006A75FB"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32DD" w14:textId="77777777" w:rsidR="00680EFD" w:rsidRDefault="00680EFD">
      <w:r>
        <w:separator/>
      </w:r>
    </w:p>
  </w:endnote>
  <w:endnote w:type="continuationSeparator" w:id="0">
    <w:p w14:paraId="0FF1CED6" w14:textId="77777777" w:rsidR="00680EFD" w:rsidRDefault="00680EFD">
      <w:r>
        <w:continuationSeparator/>
      </w:r>
    </w:p>
  </w:endnote>
  <w:endnote w:type="continuationNotice" w:id="1">
    <w:p w14:paraId="5EA0E152" w14:textId="77777777" w:rsidR="00680EFD" w:rsidRDefault="00680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3CA5" w14:textId="77777777" w:rsidR="00680EFD" w:rsidRDefault="00680EFD">
      <w:r>
        <w:separator/>
      </w:r>
    </w:p>
  </w:footnote>
  <w:footnote w:type="continuationSeparator" w:id="0">
    <w:p w14:paraId="7D85F95A" w14:textId="77777777" w:rsidR="00680EFD" w:rsidRDefault="00680EFD">
      <w:r>
        <w:continuationSeparator/>
      </w:r>
    </w:p>
  </w:footnote>
  <w:footnote w:type="continuationNotice" w:id="1">
    <w:p w14:paraId="201C37A7" w14:textId="77777777" w:rsidR="00680EFD" w:rsidRDefault="00680E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773E23">
      <w:rPr>
        <w:rFonts w:ascii="Arial" w:hAnsi="Arial" w:cs="Arial"/>
        <w:b/>
        <w:szCs w:val="24"/>
        <w:lang w:val="nl-BE"/>
      </w:rPr>
      <w:t xml:space="preserve">urinoir </w:t>
    </w:r>
    <w:proofErr w:type="spellStart"/>
    <w:r w:rsidR="00773E23">
      <w:rPr>
        <w:rFonts w:ascii="Arial" w:hAnsi="Arial" w:cs="Arial"/>
        <w:b/>
        <w:szCs w:val="24"/>
        <w:lang w:val="nl-BE"/>
      </w:rPr>
      <w:t>Narva</w:t>
    </w:r>
    <w:proofErr w:type="spellEnd"/>
    <w:r w:rsidR="00586B18" w:rsidRPr="001332A1">
      <w:rPr>
        <w:rFonts w:ascii="Arial" w:hAnsi="Arial" w:cs="Arial"/>
        <w:b/>
        <w:szCs w:val="24"/>
        <w:lang w:val="nl-BE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54D16D92-77EC-48A0-9CB6-182E5F4536F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47</cp:revision>
  <cp:lastPrinted>2011-12-15T11:14:00Z</cp:lastPrinted>
  <dcterms:created xsi:type="dcterms:W3CDTF">2020-03-10T16:23:00Z</dcterms:created>
  <dcterms:modified xsi:type="dcterms:W3CDTF">2024-01-09T10:35:00Z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